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43772587" w:rsidR="002965D7" w:rsidRPr="002C20E7" w:rsidRDefault="00BB1428" w:rsidP="002965D7">
            <w:pPr>
              <w:rPr>
                <w:rFonts w:ascii="Calibri" w:hAnsi="Calibri" w:cs="Arial"/>
                <w:b/>
                <w:i/>
                <w:sz w:val="20"/>
              </w:rPr>
            </w:pPr>
            <w:r>
              <w:rPr>
                <w:rFonts w:ascii="Calibri" w:hAnsi="Calibri" w:cs="Arial"/>
                <w:b/>
                <w:i/>
                <w:sz w:val="20"/>
              </w:rPr>
              <w:t>PGE EC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354FE1" w:rsidRDefault="002965D7" w:rsidP="002965D7">
            <w:pPr>
              <w:rPr>
                <w:rFonts w:ascii="Calibri" w:eastAsia="Calibri" w:hAnsi="Calibri" w:cs="Arial"/>
                <w:b/>
                <w:sz w:val="20"/>
                <w:lang w:eastAsia="en-GB"/>
              </w:rPr>
            </w:pPr>
            <w:r w:rsidRPr="00354FE1">
              <w:rPr>
                <w:rFonts w:ascii="Calibri" w:eastAsia="Calibri" w:hAnsi="Calibri" w:cs="Arial"/>
                <w:b/>
                <w:sz w:val="20"/>
                <w:lang w:eastAsia="en-GB"/>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4C3480" w:rsidRDefault="002965D7" w:rsidP="004E587E">
            <w:pPr>
              <w:jc w:val="left"/>
              <w:rPr>
                <w:rFonts w:ascii="Calibri" w:eastAsia="Calibri" w:hAnsi="Calibri" w:cs="Arial"/>
                <w:b/>
                <w:sz w:val="20"/>
                <w:lang w:eastAsia="en-GB"/>
              </w:rPr>
            </w:pPr>
            <w:r w:rsidRPr="004C3480">
              <w:rPr>
                <w:rFonts w:ascii="Calibri" w:eastAsia="Calibri" w:hAnsi="Calibri" w:cs="Arial"/>
                <w:b/>
                <w:sz w:val="20"/>
                <w:lang w:eastAsia="en-GB"/>
              </w:rPr>
              <w:t>Tytuł lub krótki opis udzielanego zamówienia</w:t>
            </w:r>
            <w:r w:rsidRPr="004C3480">
              <w:rPr>
                <w:rFonts w:eastAsia="Calibri" w:cs="Arial"/>
                <w:b/>
                <w:lang w:eastAsia="en-GB"/>
              </w:rPr>
              <w:footnoteReference w:id="2"/>
            </w:r>
            <w:r w:rsidRPr="004C3480">
              <w:rPr>
                <w:rFonts w:ascii="Calibri" w:eastAsia="Calibri" w:hAnsi="Calibri" w:cs="Arial"/>
                <w:b/>
                <w:sz w:val="20"/>
                <w:lang w:eastAsia="en-GB"/>
              </w:rPr>
              <w:t>:</w:t>
            </w:r>
          </w:p>
        </w:tc>
        <w:tc>
          <w:tcPr>
            <w:tcW w:w="4524" w:type="dxa"/>
            <w:shd w:val="clear" w:color="auto" w:fill="auto"/>
          </w:tcPr>
          <w:p w14:paraId="36A3E636" w14:textId="0C0274D0" w:rsidR="00354FE1" w:rsidRPr="00354FE1" w:rsidRDefault="00354FE1" w:rsidP="007F6AE7">
            <w:pPr>
              <w:pStyle w:val="Nagwek2"/>
              <w:numPr>
                <w:ilvl w:val="0"/>
                <w:numId w:val="0"/>
              </w:numPr>
              <w:spacing w:before="0"/>
              <w:rPr>
                <w:rFonts w:ascii="Calibri" w:eastAsia="Calibri" w:hAnsi="Calibri" w:cs="Arial"/>
                <w:sz w:val="20"/>
                <w:lang w:val="pl-PL" w:eastAsia="en-GB"/>
              </w:rPr>
            </w:pPr>
            <w:r w:rsidRPr="00354FE1">
              <w:rPr>
                <w:rFonts w:ascii="Calibri" w:eastAsia="Calibri" w:hAnsi="Calibri" w:cs="Arial"/>
                <w:sz w:val="20"/>
                <w:lang w:val="pl-PL" w:eastAsia="en-GB"/>
              </w:rPr>
              <w:t>„</w:t>
            </w:r>
            <w:r w:rsidR="007F6AE7" w:rsidRPr="007F6AE7">
              <w:rPr>
                <w:rFonts w:ascii="Calibri" w:eastAsia="Calibri" w:hAnsi="Calibri" w:cs="Arial"/>
                <w:sz w:val="20"/>
                <w:lang w:val="pl-PL" w:eastAsia="en-GB"/>
              </w:rPr>
              <w:t>Serwis i prace konserwacyjno-remontowe instalacji grzewczych i wodno-kanalizacyjnych na terenie PGE EC SA Oddział w Szczecinie na okres 24 miesięcy</w:t>
            </w:r>
            <w:r w:rsidRPr="00354FE1">
              <w:rPr>
                <w:rFonts w:ascii="Calibri" w:eastAsia="Calibri" w:hAnsi="Calibri" w:cs="Arial"/>
                <w:sz w:val="20"/>
                <w:lang w:val="pl-PL" w:eastAsia="en-GB"/>
              </w:rPr>
              <w:t>”</w:t>
            </w:r>
          </w:p>
          <w:p w14:paraId="6E39B856" w14:textId="48BDDBBE" w:rsidR="002965D7" w:rsidRPr="00BD377E" w:rsidRDefault="002965D7" w:rsidP="004E587E">
            <w:pPr>
              <w:jc w:val="left"/>
              <w:outlineLvl w:val="0"/>
              <w:rPr>
                <w:rFonts w:ascii="Calibri" w:eastAsia="Calibri" w:hAnsi="Calibri" w:cs="Arial"/>
                <w:b/>
                <w:sz w:val="20"/>
                <w:lang w:eastAsia="en-GB"/>
              </w:rPr>
            </w:pP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43B7C5E6" w:rsidR="002965D7" w:rsidRPr="00BD377E" w:rsidRDefault="007106D6" w:rsidP="004D6E84">
            <w:pPr>
              <w:rPr>
                <w:rFonts w:ascii="Calibri" w:eastAsia="Calibri" w:hAnsi="Calibri" w:cs="Arial"/>
                <w:b/>
                <w:sz w:val="20"/>
                <w:lang w:eastAsia="en-GB"/>
              </w:rPr>
            </w:pPr>
            <w:r w:rsidRPr="007106D6">
              <w:rPr>
                <w:rFonts w:ascii="Calibri" w:eastAsia="Calibri" w:hAnsi="Calibri" w:cs="Arial"/>
                <w:b/>
                <w:sz w:val="20"/>
                <w:lang w:eastAsia="en-GB"/>
              </w:rPr>
              <w:t>POST/PEC/PEC/UZR/0</w:t>
            </w:r>
            <w:r w:rsidR="007F6AE7">
              <w:rPr>
                <w:rFonts w:ascii="Calibri" w:eastAsia="Calibri" w:hAnsi="Calibri" w:cs="Arial"/>
                <w:b/>
                <w:sz w:val="20"/>
                <w:lang w:eastAsia="en-GB"/>
              </w:rPr>
              <w:t>1052</w:t>
            </w:r>
            <w:r w:rsidRPr="007106D6">
              <w:rPr>
                <w:rFonts w:ascii="Calibri" w:eastAsia="Calibri" w:hAnsi="Calibri" w:cs="Arial"/>
                <w:b/>
                <w:sz w:val="20"/>
                <w:lang w:eastAsia="en-GB"/>
              </w:rPr>
              <w:t>/2025</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 xml:space="preserve">jaki jest odpowiedni odsetek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w:t>
            </w:r>
            <w:r w:rsidRPr="002C20E7">
              <w:rPr>
                <w:rFonts w:ascii="Calibri" w:hAnsi="Calibri" w:cs="Arial"/>
                <w:sz w:val="20"/>
                <w:szCs w:val="20"/>
              </w:rPr>
              <w:br/>
              <w:t xml:space="preserve">Jeżeli jest to wymagane, proszę określić, do której kategorii lub których kategorii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 xml:space="preserve">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lastRenderedPageBreak/>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w:t>
      </w:r>
      <w:proofErr w:type="spellStart"/>
      <w:r w:rsidRPr="002C20E7">
        <w:rPr>
          <w:rFonts w:ascii="Calibri" w:hAnsi="Calibri" w:cs="Arial"/>
          <w:i/>
          <w:sz w:val="20"/>
        </w:rPr>
        <w:t>ych</w:t>
      </w:r>
      <w:proofErr w:type="spellEnd"/>
      <w:r w:rsidRPr="002C20E7">
        <w:rPr>
          <w:rFonts w:ascii="Calibri" w:hAnsi="Calibri"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r>
      <w:r w:rsidRPr="002C20E7">
        <w:rPr>
          <w:rFonts w:ascii="Calibri" w:hAnsi="Calibri" w:cs="Arial"/>
          <w:sz w:val="20"/>
        </w:rPr>
        <w:lastRenderedPageBreak/>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2" w:name="_DV_M1264"/>
      <w:bookmarkEnd w:id="2"/>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3" w:name="_DV_M1266"/>
      <w:bookmarkEnd w:id="3"/>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4" w:name="_DV_M1268"/>
      <w:bookmarkEnd w:id="4"/>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w:t>
            </w:r>
            <w:proofErr w:type="spellStart"/>
            <w:r w:rsidRPr="002C20E7">
              <w:rPr>
                <w:rFonts w:ascii="Calibri" w:hAnsi="Calibri" w:cs="Arial"/>
                <w:sz w:val="20"/>
              </w:rPr>
              <w:t>ych</w:t>
            </w:r>
            <w:proofErr w:type="spellEnd"/>
            <w:r w:rsidRPr="002C20E7">
              <w:rPr>
                <w:rFonts w:ascii="Calibri" w:hAnsi="Calibri" w:cs="Arial"/>
                <w:sz w:val="20"/>
              </w:rPr>
              <w:t>)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xml:space="preserve">, zarówno w </w:t>
            </w:r>
            <w:r w:rsidRPr="002C20E7">
              <w:rPr>
                <w:rFonts w:ascii="Calibri" w:hAnsi="Calibri" w:cs="Arial"/>
                <w:sz w:val="20"/>
              </w:rPr>
              <w:lastRenderedPageBreak/>
              <w:t>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r>
            <w:r w:rsidRPr="002C20E7">
              <w:rPr>
                <w:rFonts w:ascii="Calibri" w:hAnsi="Calibri" w:cs="Arial"/>
                <w:sz w:val="20"/>
                <w:szCs w:val="20"/>
              </w:rPr>
              <w:lastRenderedPageBreak/>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w:t>
            </w:r>
            <w:r w:rsidRPr="002C20E7">
              <w:rPr>
                <w:rFonts w:ascii="Calibri" w:hAnsi="Calibri" w:cs="Arial"/>
                <w:sz w:val="20"/>
              </w:rPr>
              <w:lastRenderedPageBreak/>
              <w:t>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lastRenderedPageBreak/>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w:t>
            </w:r>
            <w:proofErr w:type="spellStart"/>
            <w:r w:rsidRPr="002C20E7">
              <w:rPr>
                <w:rFonts w:ascii="Calibri" w:hAnsi="Calibri" w:cs="Arial"/>
                <w:sz w:val="20"/>
              </w:rPr>
              <w:t>ych</w:t>
            </w:r>
            <w:proofErr w:type="spellEnd"/>
            <w:r w:rsidRPr="002C20E7">
              <w:rPr>
                <w:rFonts w:ascii="Calibri" w:hAnsi="Calibri" w:cs="Arial"/>
                <w:sz w:val="20"/>
              </w:rPr>
              <w:t>)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5" w:name="_DV_M4300"/>
            <w:bookmarkStart w:id="6" w:name="_DV_M4301"/>
            <w:bookmarkEnd w:id="5"/>
            <w:bookmarkEnd w:id="6"/>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lastRenderedPageBreak/>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r>
            <w:r w:rsidRPr="002C20E7">
              <w:rPr>
                <w:rFonts w:ascii="Calibri" w:hAnsi="Calibri" w:cs="Arial"/>
                <w:sz w:val="20"/>
              </w:rPr>
              <w:lastRenderedPageBreak/>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t>
            </w:r>
            <w:r w:rsidRPr="002C20E7">
              <w:rPr>
                <w:rFonts w:ascii="Calibri" w:hAnsi="Calibri" w:cs="Arial"/>
                <w:w w:val="0"/>
                <w:sz w:val="20"/>
              </w:rPr>
              <w:lastRenderedPageBreak/>
              <w:t xml:space="preserve">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lastRenderedPageBreak/>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lastRenderedPageBreak/>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lastRenderedPageBreak/>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even" r:id="rId11"/>
      <w:headerReference w:type="default" r:id="rId12"/>
      <w:footerReference w:type="default" r:id="rId13"/>
      <w:headerReference w:type="first" r:id="rId14"/>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818A" w14:textId="77777777" w:rsidR="00015F13" w:rsidRDefault="00015F13">
      <w:r>
        <w:separator/>
      </w:r>
    </w:p>
  </w:endnote>
  <w:endnote w:type="continuationSeparator" w:id="0">
    <w:p w14:paraId="327631AD" w14:textId="77777777" w:rsidR="00015F13" w:rsidRDefault="0001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5097E4BF" w14:textId="63F22927"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54FE1">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54FE1">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093B7" w14:textId="77777777" w:rsidR="00015F13" w:rsidRDefault="00015F13">
      <w:r>
        <w:separator/>
      </w:r>
    </w:p>
  </w:footnote>
  <w:footnote w:type="continuationSeparator" w:id="0">
    <w:p w14:paraId="57774F90" w14:textId="77777777" w:rsidR="00015F13" w:rsidRDefault="00015F13">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1" w:name="_DV_C939"/>
      <w:r w:rsidRPr="00FE50BB">
        <w:rPr>
          <w:rFonts w:asciiTheme="minorHAnsi" w:hAnsiTheme="minorHAnsi" w:cs="Arial"/>
          <w:sz w:val="16"/>
          <w:szCs w:val="16"/>
        </w:rPr>
        <w:t>osób</w:t>
      </w:r>
      <w:bookmarkEnd w:id="1"/>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54F09" w14:textId="3D751B5C" w:rsidR="00EF4D5E" w:rsidRDefault="000525DC">
    <w:pPr>
      <w:pStyle w:val="Nagwek"/>
    </w:pPr>
    <w:r>
      <w:rPr>
        <w:noProof/>
      </w:rPr>
      <mc:AlternateContent>
        <mc:Choice Requires="wps">
          <w:drawing>
            <wp:anchor distT="0" distB="0" distL="0" distR="0" simplePos="0" relativeHeight="251670528" behindDoc="0" locked="0" layoutInCell="1" allowOverlap="1" wp14:anchorId="50A77A0E" wp14:editId="0C6DC9D4">
              <wp:simplePos x="635" y="635"/>
              <wp:positionH relativeFrom="page">
                <wp:align>right</wp:align>
              </wp:positionH>
              <wp:positionV relativeFrom="page">
                <wp:align>top</wp:align>
              </wp:positionV>
              <wp:extent cx="792480" cy="376555"/>
              <wp:effectExtent l="0" t="0" r="0" b="4445"/>
              <wp:wrapNone/>
              <wp:docPr id="540013845"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76555"/>
                      </a:xfrm>
                      <a:prstGeom prst="rect">
                        <a:avLst/>
                      </a:prstGeom>
                      <a:noFill/>
                      <a:ln>
                        <a:noFill/>
                      </a:ln>
                    </wps:spPr>
                    <wps:txbx>
                      <w:txbxContent>
                        <w:p w14:paraId="62F063FF" w14:textId="3B390AC6" w:rsidR="000525DC" w:rsidRPr="000525DC" w:rsidRDefault="000525DC" w:rsidP="000525DC">
                          <w:pPr>
                            <w:rPr>
                              <w:rFonts w:ascii="Calibri" w:eastAsia="Calibri" w:hAnsi="Calibri" w:cs="Calibri"/>
                              <w:noProof/>
                              <w:color w:val="FF8000"/>
                              <w:sz w:val="20"/>
                            </w:rPr>
                          </w:pPr>
                          <w:r w:rsidRPr="000525DC">
                            <w:rPr>
                              <w:rFonts w:ascii="Calibri" w:eastAsia="Calibri" w:hAnsi="Calibri" w:cs="Calibri"/>
                              <w:noProof/>
                              <w:color w:val="FF8000"/>
                              <w:sz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A77A0E" id="_x0000_t202" coordsize="21600,21600" o:spt="202" path="m,l,21600r21600,l21600,xe">
              <v:stroke joinstyle="miter"/>
              <v:path gradientshapeok="t" o:connecttype="rect"/>
            </v:shapetype>
            <v:shape id="Pole tekstowe 2" o:spid="_x0000_s1026" type="#_x0000_t202" alt="Chronione" style="position:absolute;left:0;text-align:left;margin-left:11.2pt;margin-top:0;width:62.4pt;height:29.6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" filled="f" stroked="f">
              <v:textbox style="mso-fit-shape-to-text:t" inset="0,15pt,20pt,0">
                <w:txbxContent>
                  <w:p w14:paraId="62F063FF" w14:textId="3B390AC6" w:rsidR="000525DC" w:rsidRPr="000525DC" w:rsidRDefault="000525DC" w:rsidP="000525DC">
                    <w:pPr>
                      <w:rPr>
                        <w:rFonts w:ascii="Calibri" w:eastAsia="Calibri" w:hAnsi="Calibri" w:cs="Calibri"/>
                        <w:noProof/>
                        <w:color w:val="FF8000"/>
                        <w:sz w:val="20"/>
                      </w:rPr>
                    </w:pPr>
                    <w:r w:rsidRPr="000525DC">
                      <w:rPr>
                        <w:rFonts w:ascii="Calibri" w:eastAsia="Calibri" w:hAnsi="Calibri" w:cs="Calibri"/>
                        <w:noProof/>
                        <w:color w:val="FF8000"/>
                        <w:sz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5DE53775" w:rsidR="00E60F2E" w:rsidRPr="00796896" w:rsidRDefault="000525DC" w:rsidP="00796896">
          <w:pPr>
            <w:tabs>
              <w:tab w:val="left" w:pos="3840"/>
            </w:tabs>
            <w:spacing w:line="240" w:lineRule="auto"/>
            <w:jc w:val="left"/>
            <w:rPr>
              <w:sz w:val="16"/>
              <w:szCs w:val="16"/>
              <w:lang w:eastAsia="pl-PL"/>
            </w:rPr>
          </w:pPr>
          <w:r>
            <w:rPr>
              <w:rFonts w:ascii="Arial" w:hAnsi="Arial" w:cs="Arial"/>
              <w:noProof/>
              <w:sz w:val="16"/>
              <w:szCs w:val="16"/>
              <w:lang w:eastAsia="pl-PL"/>
            </w:rPr>
            <mc:AlternateContent>
              <mc:Choice Requires="wps">
                <w:drawing>
                  <wp:anchor distT="0" distB="0" distL="0" distR="0" simplePos="0" relativeHeight="251671552" behindDoc="0" locked="0" layoutInCell="1" allowOverlap="1" wp14:anchorId="3D8D6789" wp14:editId="1571A5A1">
                    <wp:simplePos x="590550" y="361950"/>
                    <wp:positionH relativeFrom="page">
                      <wp:align>right</wp:align>
                    </wp:positionH>
                    <wp:positionV relativeFrom="page">
                      <wp:align>top</wp:align>
                    </wp:positionV>
                    <wp:extent cx="792480" cy="376555"/>
                    <wp:effectExtent l="0" t="0" r="0" b="4445"/>
                    <wp:wrapNone/>
                    <wp:docPr id="1197077932"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76555"/>
                            </a:xfrm>
                            <a:prstGeom prst="rect">
                              <a:avLst/>
                            </a:prstGeom>
                            <a:noFill/>
                            <a:ln>
                              <a:noFill/>
                            </a:ln>
                          </wps:spPr>
                          <wps:txbx>
                            <w:txbxContent>
                              <w:p w14:paraId="4AEF69F8" w14:textId="5DC135AB" w:rsidR="000525DC" w:rsidRPr="000525DC" w:rsidRDefault="000525DC" w:rsidP="000525DC">
                                <w:pPr>
                                  <w:rPr>
                                    <w:rFonts w:ascii="Calibri" w:eastAsia="Calibri" w:hAnsi="Calibri" w:cs="Calibri"/>
                                    <w:noProof/>
                                    <w:color w:val="FF8000"/>
                                    <w:sz w:val="20"/>
                                  </w:rPr>
                                </w:pPr>
                                <w:r w:rsidRPr="000525DC">
                                  <w:rPr>
                                    <w:rFonts w:ascii="Calibri" w:eastAsia="Calibri" w:hAnsi="Calibri" w:cs="Calibri"/>
                                    <w:noProof/>
                                    <w:color w:val="FF8000"/>
                                    <w:sz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8D6789" id="_x0000_t202" coordsize="21600,21600" o:spt="202" path="m,l,21600r21600,l21600,xe">
                    <v:stroke joinstyle="miter"/>
                    <v:path gradientshapeok="t" o:connecttype="rect"/>
                  </v:shapetype>
                  <v:shape id="Pole tekstowe 3" o:spid="_x0000_s1027" type="#_x0000_t202" alt="Chronione" style="position:absolute;margin-left:11.2pt;margin-top:0;width:62.4pt;height:29.65pt;z-index:2516715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" filled="f" stroked="f">
                    <v:textbox style="mso-fit-shape-to-text:t" inset="0,15pt,20pt,0">
                      <w:txbxContent>
                        <w:p w14:paraId="4AEF69F8" w14:textId="5DC135AB" w:rsidR="000525DC" w:rsidRPr="000525DC" w:rsidRDefault="000525DC" w:rsidP="000525DC">
                          <w:pPr>
                            <w:rPr>
                              <w:rFonts w:ascii="Calibri" w:eastAsia="Calibri" w:hAnsi="Calibri" w:cs="Calibri"/>
                              <w:noProof/>
                              <w:color w:val="FF8000"/>
                              <w:sz w:val="20"/>
                            </w:rPr>
                          </w:pPr>
                          <w:r w:rsidRPr="000525DC">
                            <w:rPr>
                              <w:rFonts w:ascii="Calibri" w:eastAsia="Calibri" w:hAnsi="Calibri" w:cs="Calibri"/>
                              <w:noProof/>
                              <w:color w:val="FF8000"/>
                              <w:sz w:val="20"/>
                            </w:rPr>
                            <w:t>Chronione</w:t>
                          </w:r>
                        </w:p>
                      </w:txbxContent>
                    </v:textbox>
                    <w10:wrap anchorx="page" anchory="page"/>
                  </v:shape>
                </w:pict>
              </mc:Fallback>
            </mc:AlternateContent>
          </w:r>
          <w:r w:rsidR="00E60F2E"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CE00DB" id="Text Box 4" o:spid="_x0000_s1028"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84E208"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5109AA30" w14:textId="70BD3C54" w:rsidR="004D6E84" w:rsidRPr="00C8035C" w:rsidRDefault="00E60F2E" w:rsidP="000D3A1B">
    <w:pPr>
      <w:pStyle w:val="Nagwek2"/>
      <w:spacing w:before="0"/>
      <w:jc w:val="center"/>
      <w:rPr>
        <w:rFonts w:ascii="Calibri" w:hAnsi="Calibri"/>
        <w:sz w:val="16"/>
        <w:szCs w:val="16"/>
        <w:lang w:val="pl-PL"/>
      </w:rPr>
    </w:pPr>
    <w:r w:rsidRPr="00C8035C">
      <w:rPr>
        <w:rFonts w:ascii="Calibri" w:hAnsi="Calibri"/>
        <w:sz w:val="16"/>
        <w:szCs w:val="16"/>
        <w:lang w:val="pl-PL"/>
      </w:rPr>
      <w:t>pn</w:t>
    </w:r>
    <w:r w:rsidR="004D6E84" w:rsidRPr="00C8035C">
      <w:rPr>
        <w:rFonts w:ascii="Calibri" w:hAnsi="Calibri"/>
        <w:sz w:val="16"/>
        <w:szCs w:val="16"/>
        <w:lang w:val="pl-PL"/>
      </w:rPr>
      <w:t>. „</w:t>
    </w:r>
    <w:r w:rsidR="007F6AE7" w:rsidRPr="007F6AE7">
      <w:rPr>
        <w:rFonts w:ascii="Calibri" w:hAnsi="Calibri"/>
        <w:sz w:val="16"/>
        <w:szCs w:val="16"/>
        <w:lang w:val="pl-PL"/>
      </w:rPr>
      <w:t>Serwis i prace konserwacyjno-remontowe instalacji grzewczych i wodno-kanalizacyjnych na terenie PGE EC SA Oddział w Szczecinie na okres 24 miesięcy</w:t>
    </w:r>
    <w:r w:rsidR="005E58D4" w:rsidRPr="00C8035C">
      <w:rPr>
        <w:rFonts w:ascii="Calibri" w:hAnsi="Calibri"/>
        <w:sz w:val="16"/>
        <w:szCs w:val="16"/>
        <w:lang w:val="pl-PL"/>
      </w:rPr>
      <w:t>”</w:t>
    </w:r>
  </w:p>
  <w:p w14:paraId="010168FD" w14:textId="20F82619" w:rsidR="00E60F2E" w:rsidRPr="00BD377E" w:rsidRDefault="00E60F2E" w:rsidP="004B2A5B">
    <w:pPr>
      <w:pStyle w:val="Nagwek"/>
      <w:spacing w:line="240" w:lineRule="auto"/>
      <w:jc w:val="center"/>
      <w:rPr>
        <w:rFonts w:ascii="Calibri" w:hAnsi="Calibri"/>
        <w:b/>
        <w:szCs w:val="16"/>
      </w:rPr>
    </w:pPr>
    <w:r w:rsidRPr="00BD377E">
      <w:rPr>
        <w:rFonts w:ascii="Calibri" w:hAnsi="Calibri"/>
        <w:b/>
        <w:szCs w:val="16"/>
      </w:rPr>
      <w:t>nr</w:t>
    </w:r>
    <w:r w:rsidR="00BD377E" w:rsidRPr="00BD377E">
      <w:rPr>
        <w:rFonts w:ascii="Calibri" w:hAnsi="Calibri"/>
        <w:b/>
        <w:szCs w:val="16"/>
      </w:rPr>
      <w:t xml:space="preserve"> </w:t>
    </w:r>
    <w:r w:rsidR="007106D6" w:rsidRPr="007106D6">
      <w:rPr>
        <w:rFonts w:ascii="Calibri" w:hAnsi="Calibri"/>
        <w:b/>
        <w:szCs w:val="16"/>
      </w:rPr>
      <w:t>POST/PEC/PEC/UZR/0</w:t>
    </w:r>
    <w:r w:rsidR="007F6AE7">
      <w:rPr>
        <w:rFonts w:ascii="Calibri" w:hAnsi="Calibri"/>
        <w:b/>
        <w:szCs w:val="16"/>
      </w:rPr>
      <w:t>1052</w:t>
    </w:r>
    <w:r w:rsidR="007106D6" w:rsidRPr="007106D6">
      <w:rPr>
        <w:rFonts w:ascii="Calibri" w:hAnsi="Calibri"/>
        <w:b/>
        <w:szCs w:val="16"/>
      </w:rPr>
      <w:t>/2025</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1497958B" w:rsidR="00E60F2E" w:rsidRPr="00796896" w:rsidRDefault="000525DC" w:rsidP="00796896">
          <w:pPr>
            <w:tabs>
              <w:tab w:val="left" w:pos="3840"/>
            </w:tabs>
            <w:spacing w:line="240" w:lineRule="auto"/>
            <w:jc w:val="left"/>
            <w:rPr>
              <w:sz w:val="16"/>
              <w:szCs w:val="16"/>
              <w:lang w:eastAsia="pl-PL"/>
            </w:rPr>
          </w:pPr>
          <w:r>
            <w:rPr>
              <w:rFonts w:ascii="Arial" w:hAnsi="Arial" w:cs="Arial"/>
              <w:noProof/>
              <w:sz w:val="16"/>
              <w:szCs w:val="16"/>
              <w:lang w:eastAsia="pl-PL"/>
            </w:rPr>
            <mc:AlternateContent>
              <mc:Choice Requires="wps">
                <w:drawing>
                  <wp:anchor distT="0" distB="0" distL="0" distR="0" simplePos="0" relativeHeight="251669504" behindDoc="0" locked="0" layoutInCell="1" allowOverlap="1" wp14:anchorId="1650A980" wp14:editId="00001A41">
                    <wp:simplePos x="635" y="635"/>
                    <wp:positionH relativeFrom="page">
                      <wp:align>right</wp:align>
                    </wp:positionH>
                    <wp:positionV relativeFrom="page">
                      <wp:align>top</wp:align>
                    </wp:positionV>
                    <wp:extent cx="792480" cy="376555"/>
                    <wp:effectExtent l="0" t="0" r="0" b="4445"/>
                    <wp:wrapNone/>
                    <wp:docPr id="2092055426"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76555"/>
                            </a:xfrm>
                            <a:prstGeom prst="rect">
                              <a:avLst/>
                            </a:prstGeom>
                            <a:noFill/>
                            <a:ln>
                              <a:noFill/>
                            </a:ln>
                          </wps:spPr>
                          <wps:txbx>
                            <w:txbxContent>
                              <w:p w14:paraId="521441E2" w14:textId="6E305490" w:rsidR="000525DC" w:rsidRPr="000525DC" w:rsidRDefault="000525DC" w:rsidP="000525DC">
                                <w:pPr>
                                  <w:rPr>
                                    <w:rFonts w:ascii="Calibri" w:eastAsia="Calibri" w:hAnsi="Calibri" w:cs="Calibri"/>
                                    <w:noProof/>
                                    <w:color w:val="FF8000"/>
                                    <w:sz w:val="20"/>
                                  </w:rPr>
                                </w:pPr>
                                <w:r w:rsidRPr="000525DC">
                                  <w:rPr>
                                    <w:rFonts w:ascii="Calibri" w:eastAsia="Calibri" w:hAnsi="Calibri" w:cs="Calibri"/>
                                    <w:noProof/>
                                    <w:color w:val="FF8000"/>
                                    <w:sz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50A980" id="_x0000_t202" coordsize="21600,21600" o:spt="202" path="m,l,21600r21600,l21600,xe">
                    <v:stroke joinstyle="miter"/>
                    <v:path gradientshapeok="t" o:connecttype="rect"/>
                  </v:shapetype>
                  <v:shape id="Pole tekstowe 1" o:spid="_x0000_s1029" type="#_x0000_t202" alt="Chronione" style="position:absolute;margin-left:11.2pt;margin-top:0;width:62.4pt;height:29.6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" filled="f" stroked="f">
                    <v:textbox style="mso-fit-shape-to-text:t" inset="0,15pt,20pt,0">
                      <w:txbxContent>
                        <w:p w14:paraId="521441E2" w14:textId="6E305490" w:rsidR="000525DC" w:rsidRPr="000525DC" w:rsidRDefault="000525DC" w:rsidP="000525DC">
                          <w:pPr>
                            <w:rPr>
                              <w:rFonts w:ascii="Calibri" w:eastAsia="Calibri" w:hAnsi="Calibri" w:cs="Calibri"/>
                              <w:noProof/>
                              <w:color w:val="FF8000"/>
                              <w:sz w:val="20"/>
                            </w:rPr>
                          </w:pPr>
                          <w:r w:rsidRPr="000525DC">
                            <w:rPr>
                              <w:rFonts w:ascii="Calibri" w:eastAsia="Calibri" w:hAnsi="Calibri" w:cs="Calibri"/>
                              <w:noProof/>
                              <w:color w:val="FF8000"/>
                              <w:sz w:val="20"/>
                            </w:rPr>
                            <w:t>Chronione</w:t>
                          </w:r>
                        </w:p>
                      </w:txbxContent>
                    </v:textbox>
                    <w10:wrap anchorx="page" anchory="page"/>
                  </v:shape>
                </w:pict>
              </mc:Fallback>
            </mc:AlternateContent>
          </w:r>
          <w:r w:rsidR="00E60F2E"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009C4" id="_x0000_s1030"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En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BDD6DF"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17528944">
    <w:abstractNumId w:val="53"/>
  </w:num>
  <w:num w:numId="2" w16cid:durableId="1204051859">
    <w:abstractNumId w:val="37"/>
  </w:num>
  <w:num w:numId="3" w16cid:durableId="1743288116">
    <w:abstractNumId w:val="95"/>
  </w:num>
  <w:num w:numId="4" w16cid:durableId="1895509186">
    <w:abstractNumId w:val="60"/>
  </w:num>
  <w:num w:numId="5" w16cid:durableId="1001008426">
    <w:abstractNumId w:val="26"/>
  </w:num>
  <w:num w:numId="6" w16cid:durableId="148131618">
    <w:abstractNumId w:val="67"/>
  </w:num>
  <w:num w:numId="7" w16cid:durableId="1223910660">
    <w:abstractNumId w:val="50"/>
  </w:num>
  <w:num w:numId="8" w16cid:durableId="1341004016">
    <w:abstractNumId w:val="78"/>
  </w:num>
  <w:num w:numId="9" w16cid:durableId="798955995">
    <w:abstractNumId w:val="40"/>
  </w:num>
  <w:num w:numId="10" w16cid:durableId="755908416">
    <w:abstractNumId w:val="38"/>
  </w:num>
  <w:num w:numId="11" w16cid:durableId="1711152652">
    <w:abstractNumId w:val="83"/>
  </w:num>
  <w:num w:numId="12" w16cid:durableId="2069111152">
    <w:abstractNumId w:val="71"/>
  </w:num>
  <w:num w:numId="13" w16cid:durableId="1529755748">
    <w:abstractNumId w:val="94"/>
  </w:num>
  <w:num w:numId="14" w16cid:durableId="472719889">
    <w:abstractNumId w:val="70"/>
  </w:num>
  <w:num w:numId="15" w16cid:durableId="1113674126">
    <w:abstractNumId w:val="58"/>
  </w:num>
  <w:num w:numId="16" w16cid:durableId="1630278363">
    <w:abstractNumId w:val="54"/>
  </w:num>
  <w:num w:numId="17" w16cid:durableId="689531598">
    <w:abstractNumId w:val="20"/>
  </w:num>
  <w:num w:numId="18" w16cid:durableId="4135555">
    <w:abstractNumId w:val="27"/>
  </w:num>
  <w:num w:numId="19" w16cid:durableId="1447697743">
    <w:abstractNumId w:val="103"/>
  </w:num>
  <w:num w:numId="20" w16cid:durableId="1057707445">
    <w:abstractNumId w:val="96"/>
  </w:num>
  <w:num w:numId="21" w16cid:durableId="1965038239">
    <w:abstractNumId w:val="42"/>
  </w:num>
  <w:num w:numId="22" w16cid:durableId="515775051">
    <w:abstractNumId w:val="97"/>
  </w:num>
  <w:num w:numId="23" w16cid:durableId="241179885">
    <w:abstractNumId w:val="22"/>
  </w:num>
  <w:num w:numId="24" w16cid:durableId="1907565446">
    <w:abstractNumId w:val="18"/>
  </w:num>
  <w:num w:numId="25" w16cid:durableId="1917397753">
    <w:abstractNumId w:val="72"/>
  </w:num>
  <w:num w:numId="26" w16cid:durableId="1352535901">
    <w:abstractNumId w:val="30"/>
  </w:num>
  <w:num w:numId="27" w16cid:durableId="1966808595">
    <w:abstractNumId w:val="2"/>
  </w:num>
  <w:num w:numId="28" w16cid:durableId="1355184615">
    <w:abstractNumId w:val="79"/>
  </w:num>
  <w:num w:numId="29" w16cid:durableId="1480731114">
    <w:abstractNumId w:val="93"/>
  </w:num>
  <w:num w:numId="30" w16cid:durableId="348601904">
    <w:abstractNumId w:val="19"/>
  </w:num>
  <w:num w:numId="31" w16cid:durableId="998967840">
    <w:abstractNumId w:val="34"/>
  </w:num>
  <w:num w:numId="32" w16cid:durableId="618340022">
    <w:abstractNumId w:val="39"/>
  </w:num>
  <w:num w:numId="33" w16cid:durableId="313218101">
    <w:abstractNumId w:val="29"/>
  </w:num>
  <w:num w:numId="34" w16cid:durableId="124735035">
    <w:abstractNumId w:val="0"/>
  </w:num>
  <w:num w:numId="35" w16cid:durableId="434904690">
    <w:abstractNumId w:val="48"/>
  </w:num>
  <w:num w:numId="36" w16cid:durableId="2018263035">
    <w:abstractNumId w:val="59"/>
  </w:num>
  <w:num w:numId="37" w16cid:durableId="835153163">
    <w:abstractNumId w:val="75"/>
    <w:lvlOverride w:ilvl="0">
      <w:startOverride w:val="1"/>
    </w:lvlOverride>
  </w:num>
  <w:num w:numId="38" w16cid:durableId="1068188794">
    <w:abstractNumId w:val="92"/>
  </w:num>
  <w:num w:numId="39" w16cid:durableId="2081558412">
    <w:abstractNumId w:val="36"/>
  </w:num>
  <w:num w:numId="40" w16cid:durableId="1777212878">
    <w:abstractNumId w:val="73"/>
  </w:num>
  <w:num w:numId="41" w16cid:durableId="1792942237">
    <w:abstractNumId w:val="65"/>
  </w:num>
  <w:num w:numId="42" w16cid:durableId="165288110">
    <w:abstractNumId w:val="28"/>
  </w:num>
  <w:num w:numId="43" w16cid:durableId="612059413">
    <w:abstractNumId w:val="52"/>
  </w:num>
  <w:num w:numId="44" w16cid:durableId="2138257564">
    <w:abstractNumId w:val="102"/>
  </w:num>
  <w:num w:numId="45" w16cid:durableId="567572285">
    <w:abstractNumId w:val="61"/>
  </w:num>
  <w:num w:numId="46" w16cid:durableId="802575450">
    <w:abstractNumId w:val="44"/>
  </w:num>
  <w:num w:numId="47" w16cid:durableId="1107196035">
    <w:abstractNumId w:val="62"/>
  </w:num>
  <w:num w:numId="48" w16cid:durableId="144592177">
    <w:abstractNumId w:val="46"/>
  </w:num>
  <w:num w:numId="49" w16cid:durableId="1396586962">
    <w:abstractNumId w:val="100"/>
  </w:num>
  <w:num w:numId="50" w16cid:durableId="317611522">
    <w:abstractNumId w:val="74"/>
  </w:num>
  <w:num w:numId="51" w16cid:durableId="326329690">
    <w:abstractNumId w:val="24"/>
  </w:num>
  <w:num w:numId="52" w16cid:durableId="1806854394">
    <w:abstractNumId w:val="66"/>
  </w:num>
  <w:num w:numId="53" w16cid:durableId="1706518181">
    <w:abstractNumId w:val="81"/>
  </w:num>
  <w:num w:numId="54" w16cid:durableId="2079745075">
    <w:abstractNumId w:val="57"/>
  </w:num>
  <w:num w:numId="55" w16cid:durableId="595284503">
    <w:abstractNumId w:val="88"/>
  </w:num>
  <w:num w:numId="56" w16cid:durableId="1501627647">
    <w:abstractNumId w:val="80"/>
  </w:num>
  <w:num w:numId="57" w16cid:durableId="1570845181">
    <w:abstractNumId w:val="84"/>
  </w:num>
  <w:num w:numId="58" w16cid:durableId="1848978212">
    <w:abstractNumId w:val="21"/>
  </w:num>
  <w:num w:numId="59" w16cid:durableId="1165900485">
    <w:abstractNumId w:val="45"/>
  </w:num>
  <w:num w:numId="60" w16cid:durableId="273752652">
    <w:abstractNumId w:val="25"/>
  </w:num>
  <w:num w:numId="61" w16cid:durableId="554048574">
    <w:abstractNumId w:val="99"/>
  </w:num>
  <w:num w:numId="62" w16cid:durableId="64568393">
    <w:abstractNumId w:val="32"/>
  </w:num>
  <w:num w:numId="63" w16cid:durableId="91750465">
    <w:abstractNumId w:val="90"/>
  </w:num>
  <w:num w:numId="64" w16cid:durableId="584387359">
    <w:abstractNumId w:val="41"/>
  </w:num>
  <w:num w:numId="65" w16cid:durableId="1375813489">
    <w:abstractNumId w:val="23"/>
  </w:num>
  <w:num w:numId="66" w16cid:durableId="1145855433">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16cid:durableId="138232510">
    <w:abstractNumId w:val="1"/>
  </w:num>
  <w:num w:numId="68" w16cid:durableId="1419057480">
    <w:abstractNumId w:val="31"/>
  </w:num>
  <w:num w:numId="69" w16cid:durableId="1353998759">
    <w:abstractNumId w:val="68"/>
  </w:num>
  <w:num w:numId="70" w16cid:durableId="40053709">
    <w:abstractNumId w:val="49"/>
  </w:num>
  <w:num w:numId="71" w16cid:durableId="1895695934">
    <w:abstractNumId w:val="51"/>
  </w:num>
  <w:num w:numId="72" w16cid:durableId="174656973">
    <w:abstractNumId w:val="56"/>
  </w:num>
  <w:num w:numId="73" w16cid:durableId="867447079">
    <w:abstractNumId w:val="77"/>
  </w:num>
  <w:num w:numId="74" w16cid:durableId="218901961">
    <w:abstractNumId w:val="82"/>
  </w:num>
  <w:num w:numId="75" w16cid:durableId="334304611">
    <w:abstractNumId w:val="64"/>
  </w:num>
  <w:num w:numId="76" w16cid:durableId="400753889">
    <w:abstractNumId w:val="63"/>
    <w:lvlOverride w:ilvl="0">
      <w:startOverride w:val="1"/>
    </w:lvlOverride>
  </w:num>
  <w:num w:numId="77" w16cid:durableId="1101484760">
    <w:abstractNumId w:val="87"/>
    <w:lvlOverride w:ilvl="0">
      <w:startOverride w:val="1"/>
    </w:lvlOverride>
  </w:num>
  <w:num w:numId="78" w16cid:durableId="1314524144">
    <w:abstractNumId w:val="87"/>
  </w:num>
  <w:num w:numId="79" w16cid:durableId="692533991">
    <w:abstractNumId w:val="63"/>
  </w:num>
  <w:num w:numId="80" w16cid:durableId="1170287958">
    <w:abstractNumId w:val="35"/>
  </w:num>
  <w:num w:numId="81" w16cid:durableId="6239997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93986548">
    <w:abstractNumId w:val="16"/>
  </w:num>
  <w:num w:numId="83" w16cid:durableId="672611887">
    <w:abstractNumId w:val="101"/>
  </w:num>
  <w:num w:numId="84" w16cid:durableId="1264533056">
    <w:abstractNumId w:val="98"/>
  </w:num>
  <w:num w:numId="85" w16cid:durableId="1064907594">
    <w:abstractNumId w:val="69"/>
  </w:num>
  <w:num w:numId="86" w16cid:durableId="610091599">
    <w:abstractNumId w:val="85"/>
  </w:num>
  <w:num w:numId="87" w16cid:durableId="1759790296">
    <w:abstractNumId w:val="47"/>
  </w:num>
  <w:num w:numId="88" w16cid:durableId="640618722">
    <w:abstractNumId w:val="91"/>
  </w:num>
  <w:num w:numId="89" w16cid:durableId="2111312114">
    <w:abstractNumId w:val="76"/>
  </w:num>
  <w:num w:numId="90" w16cid:durableId="1954751993">
    <w:abstractNumId w:val="86"/>
  </w:num>
  <w:num w:numId="91" w16cid:durableId="277376365">
    <w:abstractNumId w:val="55"/>
  </w:num>
  <w:num w:numId="92" w16cid:durableId="1878811417">
    <w:abstractNumId w:val="43"/>
  </w:num>
  <w:num w:numId="93" w16cid:durableId="328144328">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5F13"/>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5DC"/>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6CE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4FE1"/>
    <w:rsid w:val="003552E8"/>
    <w:rsid w:val="00356797"/>
    <w:rsid w:val="00357FA1"/>
    <w:rsid w:val="00357FAD"/>
    <w:rsid w:val="0036074F"/>
    <w:rsid w:val="00360CE7"/>
    <w:rsid w:val="00360F06"/>
    <w:rsid w:val="00361512"/>
    <w:rsid w:val="00363F5A"/>
    <w:rsid w:val="003649DB"/>
    <w:rsid w:val="00364D68"/>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1EDE"/>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3ECE"/>
    <w:rsid w:val="003B499B"/>
    <w:rsid w:val="003B64D8"/>
    <w:rsid w:val="003B6BE5"/>
    <w:rsid w:val="003B7717"/>
    <w:rsid w:val="003C0C0C"/>
    <w:rsid w:val="003C14B6"/>
    <w:rsid w:val="003C1652"/>
    <w:rsid w:val="003C1F0E"/>
    <w:rsid w:val="003C1F10"/>
    <w:rsid w:val="003C324F"/>
    <w:rsid w:val="003C369E"/>
    <w:rsid w:val="003C43DE"/>
    <w:rsid w:val="003C571C"/>
    <w:rsid w:val="003C5918"/>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480"/>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6E84"/>
    <w:rsid w:val="004D7B12"/>
    <w:rsid w:val="004E0021"/>
    <w:rsid w:val="004E18F3"/>
    <w:rsid w:val="004E19B8"/>
    <w:rsid w:val="004E457A"/>
    <w:rsid w:val="004E587E"/>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CDE"/>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BE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58D4"/>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4E94"/>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6D6"/>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393A"/>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AE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410"/>
    <w:rsid w:val="008777EB"/>
    <w:rsid w:val="008806E9"/>
    <w:rsid w:val="008809E7"/>
    <w:rsid w:val="008809FC"/>
    <w:rsid w:val="0088100A"/>
    <w:rsid w:val="00881E6A"/>
    <w:rsid w:val="008827F5"/>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2EED"/>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0A4"/>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61F7"/>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3CD"/>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428"/>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77E"/>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35C"/>
    <w:rsid w:val="00C806E1"/>
    <w:rsid w:val="00C83190"/>
    <w:rsid w:val="00C84E66"/>
    <w:rsid w:val="00C85C60"/>
    <w:rsid w:val="00C863E7"/>
    <w:rsid w:val="00C90982"/>
    <w:rsid w:val="00C91437"/>
    <w:rsid w:val="00C92219"/>
    <w:rsid w:val="00C92C12"/>
    <w:rsid w:val="00C93B6D"/>
    <w:rsid w:val="00C950EE"/>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D68"/>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4D5E"/>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10A"/>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0C4F"/>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5536">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30708602">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93748451">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0106991">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Krzyżewska-Woźny Iwona [PGE EC S.A.]</UtworzonePrzez_Archiwalne>
    <ZmodyfikowanePrzez_Archiwalne xmlns="3eb562a4-c42a-451e-8373-6e70472c357b">Bielach Witold [PGE EC S.A.]</ZmodyfikowanePrzez_Archiwaln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9A144AC2-73B3-4970-8AE8-A21169BF2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647A82-99E3-4581-97FE-81E6BD53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opracowanie%20POL</Template>
  <TotalTime>26</TotalTime>
  <Pages>18</Pages>
  <Words>4330</Words>
  <Characters>25985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Leśniak Marta [PGE EC S.A.]</cp:lastModifiedBy>
  <cp:revision>5</cp:revision>
  <cp:lastPrinted>2018-06-04T14:47:00Z</cp:lastPrinted>
  <dcterms:created xsi:type="dcterms:W3CDTF">2025-08-20T12:21:00Z</dcterms:created>
  <dcterms:modified xsi:type="dcterms:W3CDTF">2026-01-29T07:15:00Z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ClassificationContentMarkingHeaderShapeIds">
    <vt:lpwstr>7cb23b82,202ff515,4759f5ac</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2025-08-20T12:21:26Z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6aa00377-879c-42b2-9803-b1a25c07e701</vt:lpwstr>
  </property>
  <property fmtid="{D5CDD505-2E9C-101B-9397-08002B2CF9AE}" pid="12" name="MSIP_Label_44c1d064-c8ff-4fa9-8412-64fa9b81d496_ContentBits">
    <vt:lpwstr>1</vt:lpwstr>
  </property>
</Properties>
</file>